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CDE86" w14:textId="77777777" w:rsidR="00CC6F01" w:rsidRDefault="00CC6F01"/>
    <w:p w14:paraId="4B70311F" w14:textId="77777777" w:rsidR="008705DF" w:rsidRDefault="008705DF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C4789" w14:textId="77777777" w:rsidR="00AE3C42" w:rsidRDefault="00AE3C42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F7C623" w14:textId="2EE57954" w:rsidR="000F0D0F" w:rsidRDefault="00DE7E46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Haridus- ja Teadusministeerium</w:t>
      </w:r>
    </w:p>
    <w:p w14:paraId="0CACFD06" w14:textId="63C9E7A6" w:rsidR="00E35A28" w:rsidRDefault="00E35A28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Integratsiooni Sihtasutus</w:t>
      </w:r>
    </w:p>
    <w:p w14:paraId="211A6BA3" w14:textId="00C89985" w:rsidR="00DE7E46" w:rsidRDefault="00DE7E46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Kultuuriministeerium</w:t>
      </w:r>
    </w:p>
    <w:p w14:paraId="7345A68D" w14:textId="670BA41F" w:rsidR="000F0D0F" w:rsidRDefault="00F30041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Regionaal- ja Põllumajandusministeerium</w:t>
      </w:r>
    </w:p>
    <w:p w14:paraId="707AD2BA" w14:textId="1878F46D" w:rsidR="008B6E32" w:rsidRDefault="008B6E32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</w:t>
      </w:r>
      <w:r w:rsidRPr="008460D0">
        <w:rPr>
          <w:rFonts w:ascii="Times New Roman" w:hAnsi="Times New Roman" w:cs="Times New Roman"/>
          <w:sz w:val="24"/>
          <w:szCs w:val="24"/>
        </w:rPr>
        <w:t>ministeerium</w:t>
      </w:r>
      <w:r w:rsidRPr="008460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E45621" w14:textId="01838DD9" w:rsidR="008B6E32" w:rsidRDefault="006543E1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Sotsiaalministeerium</w:t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</w:r>
      <w:r w:rsidR="008705DF">
        <w:rPr>
          <w:rFonts w:ascii="Times New Roman" w:hAnsi="Times New Roman" w:cs="Times New Roman"/>
          <w:sz w:val="24"/>
          <w:szCs w:val="24"/>
        </w:rPr>
        <w:tab/>
        <w:t xml:space="preserve">12.01.2026 nr </w:t>
      </w:r>
      <w:r w:rsidR="00C60237">
        <w:rPr>
          <w:rFonts w:ascii="Times New Roman" w:hAnsi="Times New Roman" w:cs="Times New Roman"/>
          <w:sz w:val="24"/>
          <w:szCs w:val="24"/>
        </w:rPr>
        <w:t>4-3.1/</w:t>
      </w:r>
      <w:r w:rsidR="00AE3C42">
        <w:rPr>
          <w:rFonts w:ascii="Times New Roman" w:hAnsi="Times New Roman" w:cs="Times New Roman"/>
          <w:sz w:val="24"/>
          <w:szCs w:val="24"/>
        </w:rPr>
        <w:t>2</w:t>
      </w:r>
    </w:p>
    <w:p w14:paraId="53772DFC" w14:textId="6EEEB13B" w:rsidR="00E35A28" w:rsidRDefault="00E35A28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F33EB6" w14:textId="77777777" w:rsidR="006543E1" w:rsidRDefault="006543E1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911D8" w14:textId="77777777" w:rsidR="008B6E32" w:rsidRPr="008460D0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Eksperdigrupi liikme määramine</w:t>
      </w:r>
    </w:p>
    <w:p w14:paraId="11BE6DDA" w14:textId="77777777" w:rsidR="008B6E32" w:rsidRDefault="008B6E32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99271" w14:textId="77777777" w:rsidR="008B6E32" w:rsidRDefault="008B6E32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koostööpartner</w:t>
      </w:r>
    </w:p>
    <w:p w14:paraId="1A23A543" w14:textId="77777777" w:rsidR="008B6E32" w:rsidRPr="008460D0" w:rsidRDefault="008B6E32" w:rsidP="008B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7B542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471">
        <w:rPr>
          <w:rFonts w:ascii="Times New Roman" w:hAnsi="Times New Roman" w:cs="Times New Roman"/>
          <w:sz w:val="24"/>
          <w:szCs w:val="24"/>
        </w:rPr>
        <w:t xml:space="preserve">26.01.2023 </w:t>
      </w:r>
      <w:r>
        <w:rPr>
          <w:rFonts w:ascii="Times New Roman" w:hAnsi="Times New Roman" w:cs="Times New Roman"/>
          <w:sz w:val="24"/>
          <w:szCs w:val="24"/>
        </w:rPr>
        <w:t xml:space="preserve">kinnitas kultuuriminister </w:t>
      </w:r>
      <w:r w:rsidRPr="009C6471">
        <w:rPr>
          <w:rFonts w:ascii="Times New Roman" w:hAnsi="Times New Roman" w:cs="Times New Roman"/>
          <w:sz w:val="24"/>
          <w:szCs w:val="24"/>
        </w:rPr>
        <w:t>käskkirja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9C6471">
        <w:rPr>
          <w:rFonts w:ascii="Times New Roman" w:hAnsi="Times New Roman" w:cs="Times New Roman"/>
          <w:sz w:val="24"/>
          <w:szCs w:val="24"/>
        </w:rPr>
        <w:t xml:space="preserve"> nr 24 </w:t>
      </w:r>
      <w:r w:rsidRPr="0041120E">
        <w:rPr>
          <w:rFonts w:ascii="Times New Roman" w:hAnsi="Times New Roman" w:cs="Times New Roman"/>
          <w:sz w:val="24"/>
          <w:szCs w:val="24"/>
        </w:rPr>
        <w:t xml:space="preserve">Euroopa Sotsiaalfond+ </w:t>
      </w:r>
      <w:r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B35CC7">
        <w:rPr>
          <w:rFonts w:ascii="Times New Roman" w:hAnsi="Times New Roman" w:cs="Times New Roman"/>
          <w:i/>
          <w:iCs/>
          <w:sz w:val="24"/>
          <w:szCs w:val="24"/>
        </w:rPr>
        <w:t>ESF+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41120E">
        <w:rPr>
          <w:rFonts w:ascii="Times New Roman" w:hAnsi="Times New Roman" w:cs="Times New Roman"/>
          <w:sz w:val="24"/>
          <w:szCs w:val="24"/>
        </w:rPr>
        <w:t>vahenditest</w:t>
      </w:r>
      <w:r w:rsidRPr="00B11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toetuse andmise tingimused </w:t>
      </w:r>
      <w:r w:rsidRPr="009C6471">
        <w:rPr>
          <w:rFonts w:ascii="Times New Roman" w:hAnsi="Times New Roman" w:cs="Times New Roman"/>
          <w:sz w:val="24"/>
          <w:szCs w:val="24"/>
        </w:rPr>
        <w:t>„Kohalike omavalitsuste toetamine lõimumise, sealhulgas kohanemise teenuste pakkumisel“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Pr="000C597A">
        <w:rPr>
          <w:rFonts w:ascii="Times New Roman" w:hAnsi="Times New Roman" w:cs="Times New Roman"/>
          <w:i/>
          <w:iCs/>
          <w:sz w:val="24"/>
          <w:szCs w:val="24"/>
        </w:rPr>
        <w:t>TAT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9C6471">
        <w:rPr>
          <w:rFonts w:ascii="Times New Roman" w:hAnsi="Times New Roman" w:cs="Times New Roman"/>
          <w:sz w:val="24"/>
          <w:szCs w:val="24"/>
        </w:rPr>
        <w:t xml:space="preserve"> </w:t>
      </w:r>
      <w:r w:rsidRPr="0041120E">
        <w:rPr>
          <w:rFonts w:ascii="Times New Roman" w:hAnsi="Times New Roman" w:cs="Times New Roman"/>
          <w:sz w:val="24"/>
          <w:szCs w:val="24"/>
        </w:rPr>
        <w:t>Kohalike omavalitsuste lõimumis-, sh kohanemisteenuste pakkumise võimekuse ühtlustamiseks ja suurendamiseks eraldatakse perioodi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41120E">
        <w:rPr>
          <w:rFonts w:ascii="Times New Roman" w:hAnsi="Times New Roman" w:cs="Times New Roman"/>
          <w:sz w:val="24"/>
          <w:szCs w:val="24"/>
        </w:rPr>
        <w:t xml:space="preserve"> 2023-2029 </w:t>
      </w:r>
      <w:r>
        <w:rPr>
          <w:rFonts w:ascii="Times New Roman" w:hAnsi="Times New Roman" w:cs="Times New Roman"/>
          <w:sz w:val="24"/>
          <w:szCs w:val="24"/>
        </w:rPr>
        <w:t>ESF</w:t>
      </w:r>
      <w:r w:rsidRPr="0041120E">
        <w:rPr>
          <w:rFonts w:ascii="Times New Roman" w:hAnsi="Times New Roman" w:cs="Times New Roman"/>
          <w:sz w:val="24"/>
          <w:szCs w:val="24"/>
        </w:rPr>
        <w:t>+ vahenditest ja riikliku kaasfinantseeringuna kokku üle 6,1 miljoni euro. Toetatavate tegevuste elluviija on Eesti Linnade ja Valdade Liit</w:t>
      </w:r>
      <w:r>
        <w:rPr>
          <w:rFonts w:ascii="Times New Roman" w:hAnsi="Times New Roman" w:cs="Times New Roman"/>
          <w:sz w:val="24"/>
          <w:szCs w:val="24"/>
        </w:rPr>
        <w:t xml:space="preserve"> (edaspidi </w:t>
      </w:r>
      <w:r w:rsidRPr="00B35CC7">
        <w:rPr>
          <w:rFonts w:ascii="Times New Roman" w:hAnsi="Times New Roman" w:cs="Times New Roman"/>
          <w:i/>
          <w:iCs/>
          <w:sz w:val="24"/>
          <w:szCs w:val="24"/>
        </w:rPr>
        <w:t>ELVL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1120E">
        <w:rPr>
          <w:rFonts w:ascii="Times New Roman" w:hAnsi="Times New Roman" w:cs="Times New Roman"/>
          <w:sz w:val="24"/>
          <w:szCs w:val="24"/>
        </w:rPr>
        <w:t>, kelle liikmed on kõik Eesti kohalikud omavalitsused.</w:t>
      </w:r>
      <w:r w:rsidRPr="00425CEA">
        <w:rPr>
          <w:rFonts w:ascii="Calibri" w:hAnsi="Calibri" w:cs="Calibri"/>
          <w14:ligatures w14:val="standardContextua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ELVL on TAT-i raames sõlminud </w:t>
      </w:r>
      <w:r w:rsidRPr="00425CEA">
        <w:rPr>
          <w:rFonts w:ascii="Times New Roman" w:hAnsi="Times New Roman" w:cs="Times New Roman"/>
          <w:sz w:val="24"/>
          <w:szCs w:val="24"/>
        </w:rPr>
        <w:t>partnerluslepingu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425CEA">
        <w:rPr>
          <w:rFonts w:ascii="Times New Roman" w:hAnsi="Times New Roman" w:cs="Times New Roman"/>
          <w:sz w:val="24"/>
          <w:szCs w:val="24"/>
        </w:rPr>
        <w:t xml:space="preserve"> Tallinna, Tartu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25CEA">
        <w:rPr>
          <w:rFonts w:ascii="Times New Roman" w:hAnsi="Times New Roman" w:cs="Times New Roman"/>
          <w:sz w:val="24"/>
          <w:szCs w:val="24"/>
        </w:rPr>
        <w:t xml:space="preserve"> Rakvere</w:t>
      </w:r>
      <w:r>
        <w:rPr>
          <w:rFonts w:ascii="Times New Roman" w:hAnsi="Times New Roman" w:cs="Times New Roman"/>
          <w:sz w:val="24"/>
          <w:szCs w:val="24"/>
        </w:rPr>
        <w:t>, Pärnu, Haapsalu ja Kohtla-Järve</w:t>
      </w:r>
      <w:r w:rsidRPr="00425CEA">
        <w:rPr>
          <w:rFonts w:ascii="Times New Roman" w:hAnsi="Times New Roman" w:cs="Times New Roman"/>
          <w:sz w:val="24"/>
          <w:szCs w:val="24"/>
        </w:rPr>
        <w:t xml:space="preserve"> linnaga</w:t>
      </w:r>
      <w:r>
        <w:rPr>
          <w:rFonts w:ascii="Times New Roman" w:hAnsi="Times New Roman" w:cs="Times New Roman"/>
          <w:sz w:val="24"/>
          <w:szCs w:val="24"/>
        </w:rPr>
        <w:t xml:space="preserve"> ning Saaremaa ja Jõhvi vallaga</w:t>
      </w:r>
      <w:r w:rsidRPr="00425CEA">
        <w:rPr>
          <w:rFonts w:ascii="Times New Roman" w:hAnsi="Times New Roman" w:cs="Times New Roman"/>
          <w:sz w:val="24"/>
          <w:szCs w:val="24"/>
        </w:rPr>
        <w:t xml:space="preserve"> lõimumise, sh kohanemise valdkonnas, et arendada kohalikul tasandil teenuseid ja koostöövõrgustikke ning kaasata sihtrühmi kogukonna tegevustesse.</w:t>
      </w:r>
    </w:p>
    <w:p w14:paraId="45418E7A" w14:textId="77777777" w:rsidR="008B6E32" w:rsidRPr="009C6471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3AE91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TAT-i punkti 9.3.11 kohaselt moodustati elluviija poolt </w:t>
      </w:r>
      <w:r w:rsidRPr="00932F48">
        <w:rPr>
          <w:rFonts w:ascii="Times New Roman" w:hAnsi="Times New Roman" w:cs="Times New Roman"/>
          <w:sz w:val="24"/>
          <w:szCs w:val="24"/>
        </w:rPr>
        <w:t xml:space="preserve">ELVL tegevdirektori </w:t>
      </w:r>
      <w:r>
        <w:rPr>
          <w:rFonts w:ascii="Times New Roman" w:hAnsi="Times New Roman" w:cs="Times New Roman"/>
          <w:sz w:val="24"/>
          <w:szCs w:val="24"/>
        </w:rPr>
        <w:t xml:space="preserve">01.08.2023 </w:t>
      </w:r>
      <w:r w:rsidRPr="00932F48">
        <w:rPr>
          <w:rFonts w:ascii="Times New Roman" w:hAnsi="Times New Roman" w:cs="Times New Roman"/>
          <w:sz w:val="24"/>
          <w:szCs w:val="24"/>
        </w:rPr>
        <w:t>käskkir</w:t>
      </w:r>
      <w:r>
        <w:rPr>
          <w:rFonts w:ascii="Times New Roman" w:hAnsi="Times New Roman" w:cs="Times New Roman"/>
          <w:sz w:val="24"/>
          <w:szCs w:val="24"/>
        </w:rPr>
        <w:t>jaga</w:t>
      </w:r>
      <w:r w:rsidRPr="00932F48">
        <w:rPr>
          <w:rFonts w:ascii="Times New Roman" w:hAnsi="Times New Roman" w:cs="Times New Roman"/>
          <w:sz w:val="24"/>
          <w:szCs w:val="24"/>
        </w:rPr>
        <w:t xml:space="preserve"> nr 1-</w:t>
      </w:r>
      <w:r>
        <w:rPr>
          <w:rFonts w:ascii="Times New Roman" w:hAnsi="Times New Roman" w:cs="Times New Roman"/>
          <w:sz w:val="24"/>
          <w:szCs w:val="24"/>
        </w:rPr>
        <w:t>24.6</w:t>
      </w:r>
      <w:r w:rsidRPr="00932F4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22 koostöös rakendusasutusega eksperdigrupp, mille ülesanne on elluviija nõustamine TAT-i punktis 3.5.1 „Elluviija tegevused“ toodud tegevuste planeerimisel. </w:t>
      </w:r>
    </w:p>
    <w:p w14:paraId="4B4CDF1F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87835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Seoses Teie esindaja muutumisega </w:t>
      </w:r>
      <w:r w:rsidRPr="00B243B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5329EA">
        <w:rPr>
          <w:rFonts w:ascii="Times New Roman" w:hAnsi="Times New Roman" w:cs="Times New Roman"/>
          <w:b/>
          <w:bCs/>
          <w:sz w:val="24"/>
          <w:szCs w:val="24"/>
        </w:rPr>
        <w:t>alu</w:t>
      </w:r>
      <w:r>
        <w:rPr>
          <w:rFonts w:ascii="Times New Roman" w:hAnsi="Times New Roman" w:cs="Times New Roman"/>
          <w:b/>
          <w:bCs/>
          <w:sz w:val="24"/>
          <w:szCs w:val="24"/>
        </w:rPr>
        <w:t>me</w:t>
      </w:r>
      <w:r w:rsidRPr="005329EA">
        <w:rPr>
          <w:rFonts w:ascii="Times New Roman" w:hAnsi="Times New Roman" w:cs="Times New Roman"/>
          <w:b/>
          <w:bCs/>
          <w:sz w:val="24"/>
          <w:szCs w:val="24"/>
        </w:rPr>
        <w:t xml:space="preserve"> nimetada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uus </w:t>
      </w:r>
      <w:r w:rsidRPr="005329EA">
        <w:rPr>
          <w:rFonts w:ascii="Times New Roman" w:hAnsi="Times New Roman" w:cs="Times New Roman"/>
          <w:b/>
          <w:bCs/>
          <w:sz w:val="24"/>
          <w:szCs w:val="24"/>
        </w:rPr>
        <w:t>esindaja eksperdigrupi koosseisu hiljemalt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D42220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42220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15EC8">
        <w:rPr>
          <w:rFonts w:ascii="Times New Roman" w:hAnsi="Times New Roman" w:cs="Times New Roman"/>
          <w:sz w:val="24"/>
          <w:szCs w:val="24"/>
        </w:rPr>
        <w:t>Eksper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315EC8">
        <w:rPr>
          <w:rFonts w:ascii="Times New Roman" w:hAnsi="Times New Roman" w:cs="Times New Roman"/>
          <w:sz w:val="24"/>
          <w:szCs w:val="24"/>
        </w:rPr>
        <w:t xml:space="preserve">grupi ülesanne on </w:t>
      </w:r>
      <w:r>
        <w:rPr>
          <w:rFonts w:ascii="Times New Roman" w:hAnsi="Times New Roman" w:cs="Times New Roman"/>
          <w:sz w:val="24"/>
          <w:szCs w:val="24"/>
        </w:rPr>
        <w:t>anda sisend</w:t>
      </w:r>
      <w:r w:rsidRPr="00315EC8">
        <w:rPr>
          <w:rFonts w:ascii="Times New Roman" w:hAnsi="Times New Roman" w:cs="Times New Roman"/>
          <w:sz w:val="24"/>
          <w:szCs w:val="24"/>
        </w:rPr>
        <w:t xml:space="preserve"> tegevuste elluviimisel ning teenuste kujundamisel (</w:t>
      </w:r>
      <w:r>
        <w:rPr>
          <w:rFonts w:ascii="Times New Roman" w:hAnsi="Times New Roman" w:cs="Times New Roman"/>
          <w:sz w:val="24"/>
          <w:szCs w:val="24"/>
        </w:rPr>
        <w:t xml:space="preserve">valdkonnas olulised ning </w:t>
      </w:r>
      <w:r w:rsidRPr="00315EC8">
        <w:rPr>
          <w:rFonts w:ascii="Times New Roman" w:hAnsi="Times New Roman" w:cs="Times New Roman"/>
          <w:sz w:val="24"/>
          <w:szCs w:val="24"/>
        </w:rPr>
        <w:t>seotud teemad, infojagamise metoodikad, tugitegevused jms) kvaliteetse teenuse tagamiseks ning nii sisu kui ka teenuse rakendusmudeli kattuvuse vältimiseks.</w:t>
      </w:r>
      <w:r>
        <w:rPr>
          <w:rFonts w:ascii="Times New Roman" w:hAnsi="Times New Roman" w:cs="Times New Roman"/>
          <w:sz w:val="24"/>
          <w:szCs w:val="24"/>
        </w:rPr>
        <w:t xml:space="preserve"> Eksperdigrupi töös osalemist ei tasustata. </w:t>
      </w:r>
      <w:r w:rsidRPr="00315EC8">
        <w:rPr>
          <w:rFonts w:ascii="Times New Roman" w:hAnsi="Times New Roman" w:cs="Times New Roman"/>
          <w:sz w:val="24"/>
          <w:szCs w:val="24"/>
        </w:rPr>
        <w:t>Elluviija</w:t>
      </w:r>
      <w:r>
        <w:rPr>
          <w:rFonts w:ascii="Times New Roman" w:hAnsi="Times New Roman" w:cs="Times New Roman"/>
          <w:sz w:val="24"/>
          <w:szCs w:val="24"/>
        </w:rPr>
        <w:t xml:space="preserve"> kontaktisik on ELVL nõunik Katre Mägi (</w:t>
      </w:r>
      <w:hyperlink r:id="rId9" w:history="1">
        <w:r w:rsidRPr="00A71EAA">
          <w:rPr>
            <w:rStyle w:val="Hperlink"/>
            <w:rFonts w:ascii="Times New Roman" w:hAnsi="Times New Roman" w:cs="Times New Roman"/>
            <w:sz w:val="24"/>
            <w:szCs w:val="24"/>
          </w:rPr>
          <w:t>katre.magi@elvl.ee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14:paraId="48C88230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74BB8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Ühtlasi anname teada, et eksperdigrupi koosolek on planeeritud toimuma </w:t>
      </w:r>
      <w:r w:rsidRPr="00E402A5">
        <w:rPr>
          <w:rFonts w:ascii="Times New Roman" w:hAnsi="Times New Roman" w:cs="Times New Roman"/>
          <w:b/>
          <w:bCs/>
          <w:sz w:val="24"/>
          <w:szCs w:val="24"/>
        </w:rPr>
        <w:t>neljapäeval,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2A5">
        <w:rPr>
          <w:rFonts w:ascii="Times New Roman" w:hAnsi="Times New Roman" w:cs="Times New Roman"/>
          <w:b/>
          <w:bCs/>
          <w:sz w:val="24"/>
          <w:szCs w:val="24"/>
        </w:rPr>
        <w:t>29.01.2026 kell 14.00</w:t>
      </w:r>
      <w:r>
        <w:rPr>
          <w:rFonts w:ascii="Times New Roman" w:hAnsi="Times New Roman" w:cs="Times New Roman"/>
          <w:sz w:val="24"/>
          <w:szCs w:val="24"/>
        </w:rPr>
        <w:t xml:space="preserve"> veebis. Kutse link saadetakse Teie poolt nimetatud esindajale e-kirja teel.</w:t>
      </w:r>
    </w:p>
    <w:p w14:paraId="1760BB58" w14:textId="77777777" w:rsidR="008B6E3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FEF37" w14:textId="77777777" w:rsidR="008B6E32" w:rsidRPr="008460D0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6E5FFCC7" w14:textId="77777777" w:rsidR="008705DF" w:rsidRDefault="008705DF" w:rsidP="008B6E3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BBC88C" w14:textId="5C742298" w:rsidR="008B6E32" w:rsidRPr="00AE3C42" w:rsidRDefault="008B6E32" w:rsidP="008B6E32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AE3C42">
        <w:rPr>
          <w:rFonts w:ascii="Times New Roman" w:hAnsi="Times New Roman" w:cs="Times New Roman"/>
          <w:i/>
          <w:iCs/>
        </w:rPr>
        <w:t xml:space="preserve">/allkirjastatud digitaalselt/ </w:t>
      </w:r>
    </w:p>
    <w:p w14:paraId="3A09756E" w14:textId="77777777" w:rsidR="008B6E32" w:rsidRPr="008460D0" w:rsidRDefault="008B6E32" w:rsidP="00275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17EADD3F" w14:textId="0F482478" w:rsidR="008B6E32" w:rsidRDefault="002759D9" w:rsidP="00275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</w:t>
      </w:r>
      <w:r w:rsidR="008B6E32" w:rsidRPr="008460D0">
        <w:rPr>
          <w:rFonts w:ascii="Times New Roman" w:hAnsi="Times New Roman" w:cs="Times New Roman"/>
          <w:sz w:val="24"/>
          <w:szCs w:val="24"/>
        </w:rPr>
        <w:t>egevdirektor</w:t>
      </w:r>
    </w:p>
    <w:p w14:paraId="1C068A4F" w14:textId="77777777" w:rsidR="002759D9" w:rsidRDefault="002759D9" w:rsidP="002759D9">
      <w:pPr>
        <w:spacing w:after="0" w:line="240" w:lineRule="auto"/>
        <w:rPr>
          <w:rFonts w:ascii="Times New Roman" w:hAnsi="Times New Roman" w:cs="Times New Roman"/>
        </w:rPr>
      </w:pPr>
    </w:p>
    <w:p w14:paraId="199E7F00" w14:textId="1304037D" w:rsidR="008B6E32" w:rsidRPr="000073B0" w:rsidRDefault="002759D9" w:rsidP="002759D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0073B0" w:rsidRPr="000073B0">
        <w:rPr>
          <w:rFonts w:ascii="Times New Roman" w:hAnsi="Times New Roman" w:cs="Times New Roman"/>
        </w:rPr>
        <w:t>atre Mägi, 5347 3327</w:t>
      </w:r>
    </w:p>
    <w:sectPr w:rsidR="008B6E32" w:rsidRPr="000073B0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0505" w14:textId="77777777" w:rsidR="00E63570" w:rsidRDefault="00E63570" w:rsidP="00CC6F01">
      <w:pPr>
        <w:spacing w:after="0" w:line="240" w:lineRule="auto"/>
      </w:pPr>
      <w:r>
        <w:separator/>
      </w:r>
    </w:p>
  </w:endnote>
  <w:endnote w:type="continuationSeparator" w:id="0">
    <w:p w14:paraId="5A4D9133" w14:textId="77777777" w:rsidR="00E63570" w:rsidRDefault="00E63570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3EE89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BA35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CE95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76C3ED7D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557AB990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602DAB8B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9C91" w14:textId="77777777" w:rsidR="00E63570" w:rsidRDefault="00E63570" w:rsidP="00CC6F01">
      <w:pPr>
        <w:spacing w:after="0" w:line="240" w:lineRule="auto"/>
      </w:pPr>
      <w:r>
        <w:separator/>
      </w:r>
    </w:p>
  </w:footnote>
  <w:footnote w:type="continuationSeparator" w:id="0">
    <w:p w14:paraId="10E453E2" w14:textId="77777777" w:rsidR="00E63570" w:rsidRDefault="00E63570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F2DB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66E89" w14:textId="77777777" w:rsidR="00CC6F01" w:rsidRDefault="00CC6F01">
    <w:pPr>
      <w:pStyle w:val="Pis"/>
    </w:pPr>
  </w:p>
  <w:p w14:paraId="5E3B63D2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AFA8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1D0FFA13" wp14:editId="08F96BDE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A5"/>
    <w:rsid w:val="000073B0"/>
    <w:rsid w:val="00012AA5"/>
    <w:rsid w:val="0003059F"/>
    <w:rsid w:val="00091744"/>
    <w:rsid w:val="00094BD0"/>
    <w:rsid w:val="000F0D0F"/>
    <w:rsid w:val="00255A8F"/>
    <w:rsid w:val="002759D9"/>
    <w:rsid w:val="002A3A29"/>
    <w:rsid w:val="002E50B2"/>
    <w:rsid w:val="00373843"/>
    <w:rsid w:val="003E6A0F"/>
    <w:rsid w:val="003F07CD"/>
    <w:rsid w:val="004153BD"/>
    <w:rsid w:val="004B4032"/>
    <w:rsid w:val="00535A99"/>
    <w:rsid w:val="00643FEF"/>
    <w:rsid w:val="006543E1"/>
    <w:rsid w:val="008705DF"/>
    <w:rsid w:val="008A4BA7"/>
    <w:rsid w:val="008B6E32"/>
    <w:rsid w:val="00A851FB"/>
    <w:rsid w:val="00AE3C42"/>
    <w:rsid w:val="00C56B8A"/>
    <w:rsid w:val="00C60237"/>
    <w:rsid w:val="00C8109F"/>
    <w:rsid w:val="00CC6F01"/>
    <w:rsid w:val="00DE7E46"/>
    <w:rsid w:val="00E35A28"/>
    <w:rsid w:val="00E63570"/>
    <w:rsid w:val="00F3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B85A"/>
  <w15:docId w15:val="{9A47367C-669F-4149-9777-1CB1D6B1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6E3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tre.magi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magi\KOV%20IT\ELVL%20Avalik%20-%20Dokumendid\AVALIK\ELVL%20kirjaplank%20ja%20&#252;ldplank%20ning%20milleks%20neid%20kasutada\ELVL%20kirjaplank%20_%20202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21" ma:contentTypeDescription="Loo uus dokument" ma:contentTypeScope="" ma:versionID="6c16accbb3b82d4bdbeb25748647e5a6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3175531dfb3cea058932adc9f1e4c537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3.xml><?xml version="1.0" encoding="utf-8"?>
<ds:datastoreItem xmlns:ds="http://schemas.openxmlformats.org/officeDocument/2006/customXml" ds:itemID="{D93442A6-F734-43F1-B5D7-BD8435D3C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2025</Template>
  <TotalTime>4</TotalTime>
  <Pages>1</Pages>
  <Words>327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Katre Mägi</dc:creator>
  <cp:lastModifiedBy>Katre Mägi</cp:lastModifiedBy>
  <cp:revision>10</cp:revision>
  <dcterms:created xsi:type="dcterms:W3CDTF">2026-01-12T14:00:00Z</dcterms:created>
  <dcterms:modified xsi:type="dcterms:W3CDTF">2026-01-12T14:16:00Z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  <property fmtid="{D5CDD505-2E9C-101B-9397-08002B2CF9AE}" pid="4" name="MediaServiceImageTags">
    <vt:lpwstr/>
  </property>
</Properties>
</file>